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351E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7</w:t>
      </w:r>
      <w:r w:rsidR="00804127">
        <w:rPr>
          <w:rFonts w:ascii="Arial Narrow" w:hAnsi="Arial Narrow"/>
          <w:sz w:val="22"/>
          <w:lang w:val="de-DE"/>
        </w:rPr>
        <w:t>. Sitzung | WS1</w:t>
      </w:r>
      <w:r w:rsidR="00C772CC">
        <w:rPr>
          <w:rFonts w:ascii="Arial Narrow" w:hAnsi="Arial Narrow"/>
          <w:sz w:val="22"/>
          <w:lang w:val="de-DE"/>
        </w:rPr>
        <w:t>4</w:t>
      </w:r>
      <w:r w:rsidR="00804127">
        <w:rPr>
          <w:rFonts w:ascii="Arial Narrow" w:hAnsi="Arial Narrow"/>
          <w:sz w:val="22"/>
          <w:lang w:val="de-DE"/>
        </w:rPr>
        <w:t>/</w:t>
      </w:r>
      <w:r w:rsidR="000C1EB8">
        <w:rPr>
          <w:rFonts w:ascii="Arial Narrow" w:hAnsi="Arial Narrow"/>
          <w:sz w:val="22"/>
          <w:lang w:val="de-DE"/>
        </w:rPr>
        <w:t>1</w:t>
      </w:r>
      <w:r w:rsidR="00C772CC">
        <w:rPr>
          <w:rFonts w:ascii="Arial Narrow" w:hAnsi="Arial Narrow"/>
          <w:sz w:val="22"/>
          <w:lang w:val="de-DE"/>
        </w:rPr>
        <w:t>5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059F8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414D86">
        <w:rPr>
          <w:rFonts w:ascii="Arial Narrow" w:hAnsi="Arial Narrow"/>
          <w:noProof/>
          <w:sz w:val="22"/>
          <w:lang w:val="de-DE"/>
        </w:rPr>
        <w:t>17.11.2014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62DFF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F52619" w:rsidRDefault="00F52619" w:rsidP="000419A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F52619" w:rsidRDefault="00C610C8" w:rsidP="006215F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</w:t>
      </w:r>
    </w:p>
    <w:p w:rsidR="00FD043A" w:rsidRDefault="000419A0" w:rsidP="00FD043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Karten VVK</w:t>
      </w:r>
    </w:p>
    <w:p w:rsidR="00C5097A" w:rsidRDefault="000419A0" w:rsidP="00FD043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Kasse VVK AStA</w:t>
      </w:r>
    </w:p>
    <w:p w:rsidR="00C5097A" w:rsidRDefault="000419A0" w:rsidP="00FD043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Vorbereitungen bis Freitag</w:t>
      </w:r>
    </w:p>
    <w:p w:rsidR="00C5097A" w:rsidRDefault="000419A0" w:rsidP="00FD043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Ablauf Donnerstag/Freitag AStA Mitglieder</w:t>
      </w:r>
    </w:p>
    <w:p w:rsidR="00EA2E61" w:rsidRDefault="00EA2E61" w:rsidP="00FD043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AStA Klopfer-Stand </w:t>
      </w:r>
    </w:p>
    <w:p w:rsidR="00EA2E61" w:rsidRDefault="00EA2E61" w:rsidP="00FD043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Büro-Schichten</w:t>
      </w:r>
    </w:p>
    <w:p w:rsidR="00C5097A" w:rsidRDefault="000419A0" w:rsidP="00FD043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Helfer</w:t>
      </w:r>
    </w:p>
    <w:p w:rsidR="00C610C8" w:rsidRDefault="00C610C8" w:rsidP="006215F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3D Projektor</w:t>
      </w:r>
    </w:p>
    <w:p w:rsidR="00026282" w:rsidRDefault="00026282" w:rsidP="006215F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Stand AStA Logo</w:t>
      </w:r>
      <w:bookmarkStart w:id="0" w:name="_GoBack"/>
      <w:bookmarkEnd w:id="0"/>
    </w:p>
    <w:p w:rsidR="00EA2E61" w:rsidRDefault="00EA2E61" w:rsidP="006215F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Feueralarm</w:t>
      </w:r>
    </w:p>
    <w:p w:rsidR="000419A0" w:rsidRDefault="000419A0" w:rsidP="006215F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Marco</w:t>
      </w:r>
    </w:p>
    <w:p w:rsidR="002804E4" w:rsidRPr="00D30096" w:rsidRDefault="002804E4" w:rsidP="006215F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Stühle &amp; PCs</w:t>
      </w:r>
    </w:p>
    <w:p w:rsidR="00621D7B" w:rsidRPr="006215F5" w:rsidRDefault="00BA10A5" w:rsidP="006215F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621D7B" w:rsidRPr="006215F5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804127">
      <w:rPr>
        <w:rFonts w:ascii="Arial Narrow" w:hAnsi="Arial Narrow"/>
        <w:sz w:val="20"/>
        <w:lang w:val="de-DE"/>
      </w:rPr>
      <w:t>WS1</w:t>
    </w:r>
    <w:r w:rsidR="00D94C60">
      <w:rPr>
        <w:rFonts w:ascii="Arial Narrow" w:hAnsi="Arial Narrow"/>
        <w:sz w:val="20"/>
        <w:lang w:val="de-DE"/>
      </w:rPr>
      <w:t>4</w:t>
    </w:r>
    <w:r w:rsidR="00804127">
      <w:rPr>
        <w:rFonts w:ascii="Arial Narrow" w:hAnsi="Arial Narrow"/>
        <w:sz w:val="20"/>
        <w:lang w:val="de-DE"/>
      </w:rPr>
      <w:t>/</w:t>
    </w:r>
    <w:r>
      <w:rPr>
        <w:rFonts w:ascii="Arial Narrow" w:hAnsi="Arial Narrow"/>
        <w:sz w:val="20"/>
        <w:lang w:val="de-DE"/>
      </w:rPr>
      <w:t>1</w:t>
    </w:r>
    <w:r w:rsidR="00D94C60">
      <w:rPr>
        <w:rFonts w:ascii="Arial Narrow" w:hAnsi="Arial Narrow"/>
        <w:sz w:val="20"/>
        <w:lang w:val="de-DE"/>
      </w:rPr>
      <w:t>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294F78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26282"/>
    <w:rsid w:val="0003734E"/>
    <w:rsid w:val="000419A0"/>
    <w:rsid w:val="000459F9"/>
    <w:rsid w:val="00052A2E"/>
    <w:rsid w:val="00060C34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0D7608"/>
    <w:rsid w:val="000F11BA"/>
    <w:rsid w:val="00103636"/>
    <w:rsid w:val="0011359E"/>
    <w:rsid w:val="0011608E"/>
    <w:rsid w:val="001364FA"/>
    <w:rsid w:val="0014473D"/>
    <w:rsid w:val="00144E86"/>
    <w:rsid w:val="001C7E80"/>
    <w:rsid w:val="001D0B7A"/>
    <w:rsid w:val="001D3317"/>
    <w:rsid w:val="001D47FD"/>
    <w:rsid w:val="001F3140"/>
    <w:rsid w:val="001F5D4C"/>
    <w:rsid w:val="001F702B"/>
    <w:rsid w:val="00203683"/>
    <w:rsid w:val="00211E26"/>
    <w:rsid w:val="00273332"/>
    <w:rsid w:val="00274830"/>
    <w:rsid w:val="002804E4"/>
    <w:rsid w:val="00294F78"/>
    <w:rsid w:val="002A108C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5E8A"/>
    <w:rsid w:val="00396AA7"/>
    <w:rsid w:val="003B669B"/>
    <w:rsid w:val="004059F8"/>
    <w:rsid w:val="004108F1"/>
    <w:rsid w:val="004131A0"/>
    <w:rsid w:val="00414D86"/>
    <w:rsid w:val="00425EF5"/>
    <w:rsid w:val="004359A0"/>
    <w:rsid w:val="004375F3"/>
    <w:rsid w:val="00441B0C"/>
    <w:rsid w:val="00462DFF"/>
    <w:rsid w:val="00487AF4"/>
    <w:rsid w:val="00495655"/>
    <w:rsid w:val="004D1F62"/>
    <w:rsid w:val="00501683"/>
    <w:rsid w:val="00501BD9"/>
    <w:rsid w:val="00543129"/>
    <w:rsid w:val="00577F83"/>
    <w:rsid w:val="005A059C"/>
    <w:rsid w:val="005B1C22"/>
    <w:rsid w:val="005B4ED3"/>
    <w:rsid w:val="005F45A2"/>
    <w:rsid w:val="00602994"/>
    <w:rsid w:val="00606F9B"/>
    <w:rsid w:val="0061697B"/>
    <w:rsid w:val="006215F5"/>
    <w:rsid w:val="00621D7B"/>
    <w:rsid w:val="00633B6B"/>
    <w:rsid w:val="00662ED4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A5A62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351E7"/>
    <w:rsid w:val="00843F45"/>
    <w:rsid w:val="008457B3"/>
    <w:rsid w:val="0086395A"/>
    <w:rsid w:val="008743D8"/>
    <w:rsid w:val="008C250E"/>
    <w:rsid w:val="008D16EC"/>
    <w:rsid w:val="008D2BDB"/>
    <w:rsid w:val="008D31B4"/>
    <w:rsid w:val="008F7364"/>
    <w:rsid w:val="00927544"/>
    <w:rsid w:val="009301A0"/>
    <w:rsid w:val="00937828"/>
    <w:rsid w:val="009757B0"/>
    <w:rsid w:val="009906B7"/>
    <w:rsid w:val="009B7B2F"/>
    <w:rsid w:val="009D3E73"/>
    <w:rsid w:val="009D6592"/>
    <w:rsid w:val="009E6CE4"/>
    <w:rsid w:val="009F732F"/>
    <w:rsid w:val="00A03467"/>
    <w:rsid w:val="00A05515"/>
    <w:rsid w:val="00A119B7"/>
    <w:rsid w:val="00A27303"/>
    <w:rsid w:val="00A448D9"/>
    <w:rsid w:val="00A44D35"/>
    <w:rsid w:val="00A87E62"/>
    <w:rsid w:val="00A94BC2"/>
    <w:rsid w:val="00A959A7"/>
    <w:rsid w:val="00AA3FE8"/>
    <w:rsid w:val="00AE757F"/>
    <w:rsid w:val="00AF264D"/>
    <w:rsid w:val="00B25462"/>
    <w:rsid w:val="00B262CA"/>
    <w:rsid w:val="00B31937"/>
    <w:rsid w:val="00B51224"/>
    <w:rsid w:val="00B814BA"/>
    <w:rsid w:val="00B83D82"/>
    <w:rsid w:val="00BA10A5"/>
    <w:rsid w:val="00BC3578"/>
    <w:rsid w:val="00BD4E8B"/>
    <w:rsid w:val="00BE1515"/>
    <w:rsid w:val="00C1435E"/>
    <w:rsid w:val="00C22F83"/>
    <w:rsid w:val="00C46942"/>
    <w:rsid w:val="00C5097A"/>
    <w:rsid w:val="00C60DAE"/>
    <w:rsid w:val="00C610C8"/>
    <w:rsid w:val="00C63840"/>
    <w:rsid w:val="00C772CC"/>
    <w:rsid w:val="00C82C9C"/>
    <w:rsid w:val="00C83493"/>
    <w:rsid w:val="00CA5DF7"/>
    <w:rsid w:val="00CB5BD5"/>
    <w:rsid w:val="00CD7327"/>
    <w:rsid w:val="00CF0EE6"/>
    <w:rsid w:val="00D24AA6"/>
    <w:rsid w:val="00D30096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41521"/>
    <w:rsid w:val="00E52891"/>
    <w:rsid w:val="00E66A27"/>
    <w:rsid w:val="00E7581B"/>
    <w:rsid w:val="00E81768"/>
    <w:rsid w:val="00E90352"/>
    <w:rsid w:val="00E97E93"/>
    <w:rsid w:val="00EA2E61"/>
    <w:rsid w:val="00EA30A5"/>
    <w:rsid w:val="00EB31F2"/>
    <w:rsid w:val="00F15EEB"/>
    <w:rsid w:val="00F52619"/>
    <w:rsid w:val="00F54566"/>
    <w:rsid w:val="00F64182"/>
    <w:rsid w:val="00F834DE"/>
    <w:rsid w:val="00F94C0D"/>
    <w:rsid w:val="00FD043A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63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Sarah Häfele</cp:lastModifiedBy>
  <cp:revision>11</cp:revision>
  <cp:lastPrinted>2014-11-17T11:45:00Z</cp:lastPrinted>
  <dcterms:created xsi:type="dcterms:W3CDTF">2014-11-09T12:30:00Z</dcterms:created>
  <dcterms:modified xsi:type="dcterms:W3CDTF">2014-11-17T15:27:00Z</dcterms:modified>
</cp:coreProperties>
</file>